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CE" w:rsidRDefault="006054CE" w:rsidP="009B5528">
      <w:pPr>
        <w:rPr>
          <w:rFonts w:eastAsia="標楷體"/>
        </w:rPr>
      </w:pPr>
      <w:r w:rsidRPr="007A17F2">
        <w:rPr>
          <w:rFonts w:ascii="標楷體" w:eastAsia="標楷體" w:hAnsi="標楷體"/>
          <w:b/>
        </w:rPr>
        <w:t>G805</w:t>
      </w:r>
      <w:r w:rsidRPr="002164EA">
        <w:rPr>
          <w:rFonts w:ascii="新細明體" w:hAnsi="新細明體" w:hint="eastAsia"/>
        </w:rPr>
        <w:t>補救教學</w:t>
      </w:r>
      <w:r w:rsidRPr="002164EA">
        <w:rPr>
          <w:rFonts w:ascii="新細明體" w:hAnsi="新細明體"/>
        </w:rPr>
        <w:t xml:space="preserve"> </w:t>
      </w:r>
      <w:r w:rsidRPr="002164EA">
        <w:rPr>
          <w:rFonts w:ascii="新細明體" w:hAnsi="新細明體" w:hint="eastAsia"/>
        </w:rPr>
        <w:t>教材內容及參考資料</w:t>
      </w:r>
      <w:r w:rsidRPr="002164EA">
        <w:rPr>
          <w:rFonts w:ascii="新細明體" w:hAnsi="新細明體"/>
        </w:rPr>
        <w:t xml:space="preserve"> </w:t>
      </w:r>
    </w:p>
    <w:p w:rsidR="006054CE" w:rsidRPr="009B5528" w:rsidRDefault="006054CE" w:rsidP="009B5528">
      <w:pPr>
        <w:rPr>
          <w:rFonts w:ascii="標楷體" w:eastAsia="標楷體" w:hAnsi="標楷體"/>
        </w:rPr>
      </w:pPr>
    </w:p>
    <w:p w:rsidR="006054CE" w:rsidRPr="002164EA" w:rsidRDefault="006054CE" w:rsidP="002164EA">
      <w:pPr>
        <w:autoSpaceDE w:val="0"/>
        <w:autoSpaceDN w:val="0"/>
        <w:adjustRightInd w:val="0"/>
        <w:rPr>
          <w:kern w:val="0"/>
        </w:rPr>
      </w:pPr>
      <w:r>
        <w:t xml:space="preserve">1. </w:t>
      </w:r>
      <w:r>
        <w:rPr>
          <w:rFonts w:hint="eastAsia"/>
        </w:rPr>
        <w:t>上課主題句型：</w:t>
      </w:r>
      <w:r>
        <w:rPr>
          <w:kern w:val="0"/>
        </w:rPr>
        <w:t>A: What time do you usually get up?</w:t>
      </w:r>
      <w:r w:rsidRPr="002164EA">
        <w:rPr>
          <w:kern w:val="0"/>
        </w:rPr>
        <w:t xml:space="preserve"> </w:t>
      </w:r>
      <w:r>
        <w:rPr>
          <w:kern w:val="0"/>
        </w:rPr>
        <w:t xml:space="preserve">  B: I usually get up at six a.m.</w:t>
      </w:r>
    </w:p>
    <w:p w:rsidR="006054CE" w:rsidRDefault="006054CE" w:rsidP="009B552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資料庫圖表 1" o:spid="_x0000_i1025" type="#_x0000_t75" style="width:419pt;height:237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">
            <v:imagedata r:id="rId7" o:title="" croptop="-6167f" cropbottom="-10171f"/>
            <o:lock v:ext="edit" aspectratio="f"/>
          </v:shape>
        </w:pict>
      </w:r>
    </w:p>
    <w:p w:rsidR="006054CE" w:rsidRDefault="006054CE" w:rsidP="009B5528"/>
    <w:p w:rsidR="006054CE" w:rsidRDefault="006054CE" w:rsidP="009B5528">
      <w:r>
        <w:t>2.</w:t>
      </w:r>
      <w:r>
        <w:rPr>
          <w:rFonts w:hint="eastAsia"/>
        </w:rPr>
        <w:t>參考資料</w:t>
      </w:r>
    </w:p>
    <w:p w:rsidR="006054CE" w:rsidRPr="005A3944" w:rsidRDefault="006054CE" w:rsidP="005A3944">
      <w:pPr>
        <w:numPr>
          <w:ilvl w:val="0"/>
          <w:numId w:val="3"/>
        </w:numPr>
      </w:pPr>
      <w:hyperlink r:id="rId8" w:history="1">
        <w:r w:rsidRPr="004154F1">
          <w:rPr>
            <w:rStyle w:val="Hyperlink"/>
          </w:rPr>
          <w:t>http://youtu.be/biann2PWqIA</w:t>
        </w:r>
      </w:hyperlink>
    </w:p>
    <w:p w:rsidR="006054CE" w:rsidRPr="005A3944" w:rsidRDefault="006054CE" w:rsidP="005A3944">
      <w:pPr>
        <w:numPr>
          <w:ilvl w:val="0"/>
          <w:numId w:val="3"/>
        </w:numPr>
      </w:pPr>
      <w:hyperlink r:id="rId9" w:history="1">
        <w:r w:rsidRPr="004154F1">
          <w:rPr>
            <w:rStyle w:val="Hyperlink"/>
          </w:rPr>
          <w:t>http://www.youtube.com/watch?v=KeoFVNwqZdQ&amp;feature=related</w:t>
        </w:r>
      </w:hyperlink>
    </w:p>
    <w:p w:rsidR="006054CE" w:rsidRPr="00D87BF9" w:rsidRDefault="006054CE" w:rsidP="005A3944">
      <w:pPr>
        <w:ind w:left="360"/>
      </w:pPr>
      <w:r w:rsidRPr="00D87BF9">
        <w:t xml:space="preserve"> </w:t>
      </w:r>
    </w:p>
    <w:p w:rsidR="006054CE" w:rsidRDefault="006054CE">
      <w:pPr>
        <w:rPr>
          <w:rFonts w:eastAsia="標楷體"/>
          <w:b/>
          <w:sz w:val="30"/>
          <w:szCs w:val="30"/>
        </w:rPr>
      </w:pPr>
      <w:r>
        <w:rPr>
          <w:rFonts w:ascii="標楷體" w:eastAsia="標楷體" w:hAnsi="標楷體"/>
          <w:b/>
          <w:sz w:val="30"/>
          <w:szCs w:val="30"/>
        </w:rPr>
        <w:br w:type="page"/>
      </w:r>
      <w:r w:rsidRPr="004857B1">
        <w:rPr>
          <w:rFonts w:ascii="標楷體" w:eastAsia="標楷體" w:hAnsi="標楷體"/>
          <w:b/>
          <w:sz w:val="30"/>
          <w:szCs w:val="30"/>
        </w:rPr>
        <w:t>G805</w:t>
      </w:r>
      <w:r w:rsidRPr="00E63868">
        <w:rPr>
          <w:rFonts w:ascii="標楷體" w:eastAsia="標楷體" w:hAnsi="標楷體" w:hint="eastAsia"/>
          <w:b/>
          <w:sz w:val="30"/>
          <w:szCs w:val="30"/>
        </w:rPr>
        <w:t>補救教學簡案</w:t>
      </w:r>
      <w:r>
        <w:rPr>
          <w:rFonts w:ascii="標楷體" w:eastAsia="標楷體" w:hAnsi="標楷體"/>
          <w:b/>
          <w:sz w:val="30"/>
          <w:szCs w:val="30"/>
        </w:rPr>
        <w:t xml:space="preserve"> </w:t>
      </w:r>
    </w:p>
    <w:p w:rsidR="006054CE" w:rsidRPr="007B354C" w:rsidRDefault="006054CE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First Class</w:t>
      </w:r>
    </w:p>
    <w:p w:rsidR="006054CE" w:rsidRPr="00F0323F" w:rsidRDefault="006054CE">
      <w:pPr>
        <w:rPr>
          <w:color w:val="FF0000"/>
          <w:u w:val="single"/>
        </w:rPr>
      </w:pPr>
      <w:r w:rsidRPr="00F0323F">
        <w:rPr>
          <w:color w:val="FF0000"/>
          <w:u w:val="single"/>
        </w:rPr>
        <w:t>Teachin</w:t>
      </w:r>
      <w:r>
        <w:rPr>
          <w:color w:val="FF0000"/>
          <w:u w:val="single"/>
        </w:rPr>
        <w:t>g goal: Learn how to ask time and someone’s daily routine.</w:t>
      </w:r>
    </w:p>
    <w:p w:rsidR="006054CE" w:rsidRDefault="006054CE" w:rsidP="00B96A1F">
      <w:pPr>
        <w:numPr>
          <w:ilvl w:val="0"/>
          <w:numId w:val="1"/>
        </w:numPr>
      </w:pPr>
      <w:r>
        <w:t>Warm-up</w:t>
      </w:r>
    </w:p>
    <w:p w:rsidR="006054CE" w:rsidRPr="003E0753" w:rsidRDefault="006054CE" w:rsidP="002164EA">
      <w:pPr>
        <w:ind w:leftChars="-59" w:left="31680" w:hangingChars="59" w:firstLine="31680"/>
      </w:pPr>
      <w:r>
        <w:t xml:space="preserve">     1. Tell Ss the sentence pattern that they are going to learn in these two classes.</w:t>
      </w:r>
    </w:p>
    <w:p w:rsidR="006054CE" w:rsidRDefault="006054CE" w:rsidP="00B96A1F">
      <w:pPr>
        <w:numPr>
          <w:ilvl w:val="0"/>
          <w:numId w:val="1"/>
        </w:numPr>
      </w:pPr>
      <w:r>
        <w:t xml:space="preserve">Presentation </w:t>
      </w:r>
    </w:p>
    <w:p w:rsidR="006054CE" w:rsidRDefault="006054CE" w:rsidP="00DE26CB">
      <w:pPr>
        <w:numPr>
          <w:ilvl w:val="1"/>
          <w:numId w:val="1"/>
        </w:numPr>
      </w:pPr>
      <w:r>
        <w:t xml:space="preserve">Introduce Ss how to ask time. </w:t>
      </w:r>
    </w:p>
    <w:p w:rsidR="006054CE" w:rsidRDefault="006054CE" w:rsidP="00DE26CB">
      <w:pPr>
        <w:numPr>
          <w:ilvl w:val="1"/>
          <w:numId w:val="1"/>
        </w:numPr>
      </w:pPr>
      <w:r>
        <w:t>Ask Ss to tell the time according the picture they see.</w:t>
      </w:r>
    </w:p>
    <w:p w:rsidR="006054CE" w:rsidRDefault="006054CE" w:rsidP="00DE26CB">
      <w:pPr>
        <w:numPr>
          <w:ilvl w:val="1"/>
          <w:numId w:val="1"/>
        </w:numPr>
      </w:pPr>
      <w:r>
        <w:t>Show Ss the video of telling the time.</w:t>
      </w:r>
    </w:p>
    <w:p w:rsidR="006054CE" w:rsidRDefault="006054CE" w:rsidP="004154F1">
      <w:pPr>
        <w:numPr>
          <w:ilvl w:val="1"/>
          <w:numId w:val="1"/>
        </w:numPr>
      </w:pPr>
      <w:r>
        <w:t>Introduce Ss how to ask someone’s daily routine.</w:t>
      </w:r>
    </w:p>
    <w:p w:rsidR="006054CE" w:rsidRDefault="006054CE" w:rsidP="004154F1">
      <w:pPr>
        <w:numPr>
          <w:ilvl w:val="1"/>
          <w:numId w:val="1"/>
        </w:numPr>
      </w:pPr>
      <w:r>
        <w:t>Introduce some daily routine to Ss and ask Ss to repeat these words.</w:t>
      </w:r>
      <w:r w:rsidRPr="004154F1">
        <w:t xml:space="preserve"> </w:t>
      </w:r>
    </w:p>
    <w:p w:rsidR="006054CE" w:rsidRDefault="006054CE" w:rsidP="004154F1">
      <w:pPr>
        <w:numPr>
          <w:ilvl w:val="1"/>
          <w:numId w:val="1"/>
        </w:numPr>
      </w:pPr>
      <w:r>
        <w:t>Ask Ss to practice this sentence pattern according to the picture they see.</w:t>
      </w:r>
    </w:p>
    <w:p w:rsidR="006054CE" w:rsidRDefault="006054CE" w:rsidP="00B96A1F">
      <w:pPr>
        <w:numPr>
          <w:ilvl w:val="0"/>
          <w:numId w:val="1"/>
        </w:numPr>
      </w:pPr>
      <w:r>
        <w:t>Practice</w:t>
      </w:r>
    </w:p>
    <w:p w:rsidR="006054CE" w:rsidRDefault="006054CE" w:rsidP="004154F1">
      <w:pPr>
        <w:numPr>
          <w:ilvl w:val="1"/>
          <w:numId w:val="1"/>
        </w:numPr>
      </w:pPr>
      <w:r>
        <w:t>Show Ss the video of daily routine.</w:t>
      </w:r>
    </w:p>
    <w:p w:rsidR="006054CE" w:rsidRDefault="006054CE" w:rsidP="004154F1">
      <w:pPr>
        <w:numPr>
          <w:ilvl w:val="1"/>
          <w:numId w:val="1"/>
        </w:numPr>
      </w:pPr>
      <w:r>
        <w:t>Ask Ss to use this sentence pattern according to what they see in the video.</w:t>
      </w:r>
    </w:p>
    <w:p w:rsidR="006054CE" w:rsidRPr="007B354C" w:rsidRDefault="006054CE" w:rsidP="00B96A1F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Second Class</w:t>
      </w:r>
    </w:p>
    <w:p w:rsidR="006054CE" w:rsidRDefault="006054CE" w:rsidP="00B96A1F">
      <w:pPr>
        <w:rPr>
          <w:color w:val="FF0000"/>
          <w:u w:val="single"/>
        </w:rPr>
      </w:pPr>
      <w:r w:rsidRPr="00F0323F">
        <w:rPr>
          <w:color w:val="FF0000"/>
          <w:u w:val="single"/>
        </w:rPr>
        <w:t>Teaching goal:</w:t>
      </w:r>
      <w:r>
        <w:rPr>
          <w:color w:val="FF0000"/>
          <w:u w:val="single"/>
        </w:rPr>
        <w:t xml:space="preserve"> (1) Learn to apply right auxiliary verb according to the subject.</w:t>
      </w:r>
    </w:p>
    <w:p w:rsidR="006054CE" w:rsidRDefault="006054CE" w:rsidP="00B96A1F">
      <w:pPr>
        <w:rPr>
          <w:color w:val="FF0000"/>
        </w:rPr>
      </w:pPr>
      <w:r>
        <w:rPr>
          <w:color w:val="FF0000"/>
        </w:rPr>
        <w:t xml:space="preserve">            (2) Learn how to recognize “a.m.” and “p.m.”.</w:t>
      </w:r>
    </w:p>
    <w:p w:rsidR="006054CE" w:rsidRDefault="006054CE" w:rsidP="00B96A1F">
      <w:pPr>
        <w:rPr>
          <w:color w:val="FF0000"/>
        </w:rPr>
      </w:pPr>
      <w:r>
        <w:rPr>
          <w:color w:val="FF0000"/>
        </w:rPr>
        <w:t xml:space="preserve">            (3) Learn “Adverbs of Frequency”.</w:t>
      </w:r>
    </w:p>
    <w:p w:rsidR="006054CE" w:rsidRPr="00367FAC" w:rsidRDefault="006054CE" w:rsidP="00B96A1F">
      <w:pPr>
        <w:rPr>
          <w:color w:val="FF0000"/>
        </w:rPr>
      </w:pPr>
      <w:r>
        <w:rPr>
          <w:color w:val="FF0000"/>
        </w:rPr>
        <w:t xml:space="preserve">            (3) Apple what they learned to the test.</w:t>
      </w:r>
    </w:p>
    <w:p w:rsidR="006054CE" w:rsidRDefault="006054CE" w:rsidP="0066271C">
      <w:pPr>
        <w:numPr>
          <w:ilvl w:val="0"/>
          <w:numId w:val="2"/>
        </w:numPr>
      </w:pPr>
      <w:r>
        <w:t>Warm-up</w:t>
      </w:r>
    </w:p>
    <w:p w:rsidR="006054CE" w:rsidRDefault="006054CE" w:rsidP="006A2734">
      <w:pPr>
        <w:numPr>
          <w:ilvl w:val="1"/>
          <w:numId w:val="2"/>
        </w:numPr>
      </w:pPr>
      <w:r>
        <w:t>Ask Ss the sentence pattern they learned last week. (Review on the sentence pattern “What time do you usually get up?”)</w:t>
      </w:r>
    </w:p>
    <w:p w:rsidR="006054CE" w:rsidRDefault="006054CE" w:rsidP="00F573D0">
      <w:pPr>
        <w:numPr>
          <w:ilvl w:val="1"/>
          <w:numId w:val="2"/>
        </w:numPr>
      </w:pPr>
      <w:r>
        <w:t>Ask Ss to modify “What time do you usually get up?” into “What time does he usually get up?”</w:t>
      </w:r>
    </w:p>
    <w:p w:rsidR="006054CE" w:rsidRDefault="006054CE" w:rsidP="00B96A1F">
      <w:pPr>
        <w:numPr>
          <w:ilvl w:val="0"/>
          <w:numId w:val="2"/>
        </w:numPr>
      </w:pPr>
      <w:r>
        <w:t xml:space="preserve">Presentation </w:t>
      </w:r>
    </w:p>
    <w:p w:rsidR="006054CE" w:rsidRDefault="006054CE" w:rsidP="0011267D">
      <w:pPr>
        <w:numPr>
          <w:ilvl w:val="1"/>
          <w:numId w:val="2"/>
        </w:numPr>
      </w:pPr>
      <w:r>
        <w:t>Introduce “a.m.” and “p.m.” to Ss.</w:t>
      </w:r>
    </w:p>
    <w:p w:rsidR="006054CE" w:rsidRDefault="006054CE" w:rsidP="0011267D">
      <w:pPr>
        <w:numPr>
          <w:ilvl w:val="1"/>
          <w:numId w:val="2"/>
        </w:numPr>
      </w:pPr>
      <w:r>
        <w:t>Introduce “adverbs of frequency” to Ss.</w:t>
      </w:r>
    </w:p>
    <w:p w:rsidR="006054CE" w:rsidRDefault="006054CE" w:rsidP="00B96A1F">
      <w:pPr>
        <w:numPr>
          <w:ilvl w:val="0"/>
          <w:numId w:val="2"/>
        </w:numPr>
      </w:pPr>
      <w:r>
        <w:t>Practice</w:t>
      </w:r>
    </w:p>
    <w:p w:rsidR="006054CE" w:rsidRDefault="006054CE" w:rsidP="0011267D">
      <w:pPr>
        <w:numPr>
          <w:ilvl w:val="1"/>
          <w:numId w:val="2"/>
        </w:numPr>
      </w:pPr>
      <w:r>
        <w:t>Ask Ss to do the writing and speaking test.</w:t>
      </w:r>
    </w:p>
    <w:sectPr w:rsidR="006054CE" w:rsidSect="0094759E">
      <w:head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4CE" w:rsidRDefault="006054CE" w:rsidP="00D044F4">
      <w:r>
        <w:separator/>
      </w:r>
    </w:p>
  </w:endnote>
  <w:endnote w:type="continuationSeparator" w:id="0">
    <w:p w:rsidR="006054CE" w:rsidRDefault="006054CE" w:rsidP="00D04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4CE" w:rsidRDefault="006054CE" w:rsidP="00D044F4">
      <w:r>
        <w:separator/>
      </w:r>
    </w:p>
  </w:footnote>
  <w:footnote w:type="continuationSeparator" w:id="0">
    <w:p w:rsidR="006054CE" w:rsidRDefault="006054CE" w:rsidP="00D04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4CE" w:rsidRDefault="006054CE">
    <w:pPr>
      <w:pStyle w:val="Header"/>
    </w:pPr>
    <w:r>
      <w:rPr>
        <w:rFonts w:hint="eastAsia"/>
      </w:rPr>
      <w:t>編製</w:t>
    </w:r>
    <w:r>
      <w:t>:</w:t>
    </w:r>
    <w:r>
      <w:rPr>
        <w:rFonts w:hint="eastAsia"/>
      </w:rPr>
      <w:t>崇明國中</w:t>
    </w:r>
    <w:r>
      <w:t xml:space="preserve"> </w:t>
    </w:r>
    <w:r>
      <w:rPr>
        <w:rFonts w:hint="eastAsia"/>
      </w:rPr>
      <w:t>梁玲瑜</w:t>
    </w:r>
    <w:r>
      <w:t xml:space="preserve"> </w:t>
    </w:r>
    <w:r>
      <w:rPr>
        <w:rFonts w:hint="eastAsia"/>
      </w:rPr>
      <w:t>老師</w:t>
    </w:r>
    <w:r>
      <w:t xml:space="preserve">    </w:t>
    </w:r>
    <w:r>
      <w:rPr>
        <w:rFonts w:hint="eastAsia"/>
      </w:rPr>
      <w:t>崇明國中</w:t>
    </w:r>
    <w:r>
      <w:t>:</w:t>
    </w:r>
    <w:r>
      <w:rPr>
        <w:rFonts w:hint="eastAsia"/>
      </w:rPr>
      <w:t>實習教師</w:t>
    </w:r>
    <w:r>
      <w:t>:</w:t>
    </w:r>
    <w:r>
      <w:rPr>
        <w:rFonts w:hint="eastAsia"/>
      </w:rPr>
      <w:t>葉紫緹、實習教師</w:t>
    </w:r>
    <w:r>
      <w:t>:</w:t>
    </w:r>
    <w:r>
      <w:rPr>
        <w:rFonts w:hint="eastAsia"/>
      </w:rPr>
      <w:t>黃于昕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EEE"/>
    <w:multiLevelType w:val="hybridMultilevel"/>
    <w:tmpl w:val="A9269730"/>
    <w:lvl w:ilvl="0" w:tplc="A3C2E2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09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28B6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92C2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68FB1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EA6D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B083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840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5C9A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441066C5"/>
    <w:multiLevelType w:val="hybridMultilevel"/>
    <w:tmpl w:val="C3B0CC4E"/>
    <w:lvl w:ilvl="0" w:tplc="806AE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888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1EB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2D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E8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560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F8B1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82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AD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10B1C9B"/>
    <w:multiLevelType w:val="hybridMultilevel"/>
    <w:tmpl w:val="59A69734"/>
    <w:lvl w:ilvl="0" w:tplc="26FE6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2A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82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2A7F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03E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A61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40C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005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1AD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A1F"/>
    <w:rsid w:val="000526A8"/>
    <w:rsid w:val="0006283C"/>
    <w:rsid w:val="000763E6"/>
    <w:rsid w:val="0011267D"/>
    <w:rsid w:val="001B6A46"/>
    <w:rsid w:val="002164EA"/>
    <w:rsid w:val="00296AD7"/>
    <w:rsid w:val="003001D9"/>
    <w:rsid w:val="00367FAC"/>
    <w:rsid w:val="003E0753"/>
    <w:rsid w:val="004154F1"/>
    <w:rsid w:val="004857B1"/>
    <w:rsid w:val="004A5A46"/>
    <w:rsid w:val="004D2235"/>
    <w:rsid w:val="004F6804"/>
    <w:rsid w:val="005448DD"/>
    <w:rsid w:val="005A3944"/>
    <w:rsid w:val="005C36BD"/>
    <w:rsid w:val="005F6EB9"/>
    <w:rsid w:val="006054CE"/>
    <w:rsid w:val="0066271C"/>
    <w:rsid w:val="006A2734"/>
    <w:rsid w:val="006A5A0B"/>
    <w:rsid w:val="006C119E"/>
    <w:rsid w:val="007A17F2"/>
    <w:rsid w:val="007B354C"/>
    <w:rsid w:val="00810B5D"/>
    <w:rsid w:val="008272AB"/>
    <w:rsid w:val="00845254"/>
    <w:rsid w:val="00854B81"/>
    <w:rsid w:val="0094759E"/>
    <w:rsid w:val="00980E30"/>
    <w:rsid w:val="009B5528"/>
    <w:rsid w:val="00A3337D"/>
    <w:rsid w:val="00A541B6"/>
    <w:rsid w:val="00AD698C"/>
    <w:rsid w:val="00B23FB8"/>
    <w:rsid w:val="00B6202A"/>
    <w:rsid w:val="00B72CAC"/>
    <w:rsid w:val="00B83476"/>
    <w:rsid w:val="00B96A1F"/>
    <w:rsid w:val="00BF2D1D"/>
    <w:rsid w:val="00C73AF1"/>
    <w:rsid w:val="00CB1340"/>
    <w:rsid w:val="00D044F4"/>
    <w:rsid w:val="00D10D96"/>
    <w:rsid w:val="00D708F5"/>
    <w:rsid w:val="00D87BF9"/>
    <w:rsid w:val="00DD4BD8"/>
    <w:rsid w:val="00DE26CB"/>
    <w:rsid w:val="00E63868"/>
    <w:rsid w:val="00EA3375"/>
    <w:rsid w:val="00EF2C6B"/>
    <w:rsid w:val="00F0323F"/>
    <w:rsid w:val="00F573D0"/>
    <w:rsid w:val="00FA4D17"/>
    <w:rsid w:val="00FB1F93"/>
    <w:rsid w:val="00FD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D7"/>
    <w:pPr>
      <w:widowControl w:val="0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4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44F4"/>
    <w:rPr>
      <w:rFonts w:cs="Times New Roman"/>
      <w:kern w:val="2"/>
    </w:rPr>
  </w:style>
  <w:style w:type="paragraph" w:styleId="Footer">
    <w:name w:val="footer"/>
    <w:basedOn w:val="Normal"/>
    <w:link w:val="FooterChar"/>
    <w:uiPriority w:val="99"/>
    <w:rsid w:val="00D04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44F4"/>
    <w:rPr>
      <w:rFonts w:cs="Times New Roman"/>
      <w:kern w:val="2"/>
    </w:rPr>
  </w:style>
  <w:style w:type="character" w:styleId="Hyperlink">
    <w:name w:val="Hyperlink"/>
    <w:basedOn w:val="DefaultParagraphFont"/>
    <w:uiPriority w:val="99"/>
    <w:rsid w:val="009B552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5A3944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A3944"/>
    <w:rPr>
      <w:rFonts w:ascii="Cambria" w:eastAsia="新細明體" w:hAnsi="Cambria"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5A3944"/>
    <w:pPr>
      <w:widowControl/>
      <w:ind w:leftChars="200" w:left="480"/>
    </w:pPr>
    <w:rPr>
      <w:rFonts w:ascii="新細明體" w:hAnsi="新細明體" w:cs="新細明體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24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47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4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4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biann2PWqI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KeoFVNwqZdQ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235</Words>
  <Characters>1340</Characters>
  <Application>Microsoft Office Outlook</Application>
  <DocSecurity>0</DocSecurity>
  <Lines>0</Lines>
  <Paragraphs>0</Paragraphs>
  <ScaleCrop>false</ScaleCrop>
  <Company>CMT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補救教學教案(超級簡案)</dc:title>
  <dc:subject/>
  <dc:creator>x</dc:creator>
  <cp:keywords/>
  <dc:description/>
  <cp:lastModifiedBy>user</cp:lastModifiedBy>
  <cp:revision>14</cp:revision>
  <dcterms:created xsi:type="dcterms:W3CDTF">2012-10-28T06:04:00Z</dcterms:created>
  <dcterms:modified xsi:type="dcterms:W3CDTF">2013-07-10T07:18:00Z</dcterms:modified>
</cp:coreProperties>
</file>